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1CC4D" w14:textId="77777777" w:rsidR="006E5D65" w:rsidRPr="00AA0E0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0E0E">
        <w:rPr>
          <w:rFonts w:ascii="Corbel" w:hAnsi="Corbel"/>
          <w:b/>
          <w:bCs/>
        </w:rPr>
        <w:t xml:space="preserve">   </w:t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D8678B" w:rsidRPr="00AA0E0E">
        <w:rPr>
          <w:rFonts w:ascii="Corbel" w:hAnsi="Corbel"/>
          <w:bCs/>
          <w:i/>
        </w:rPr>
        <w:t xml:space="preserve">Załącznik nr </w:t>
      </w:r>
      <w:r w:rsidR="006F31E2" w:rsidRPr="00AA0E0E">
        <w:rPr>
          <w:rFonts w:ascii="Corbel" w:hAnsi="Corbel"/>
          <w:bCs/>
          <w:i/>
        </w:rPr>
        <w:t>1.5</w:t>
      </w:r>
      <w:r w:rsidR="00D8678B" w:rsidRPr="00AA0E0E">
        <w:rPr>
          <w:rFonts w:ascii="Corbel" w:hAnsi="Corbel"/>
          <w:bCs/>
          <w:i/>
        </w:rPr>
        <w:t xml:space="preserve"> do Zarządzenia</w:t>
      </w:r>
      <w:r w:rsidR="002A22BF" w:rsidRPr="00AA0E0E">
        <w:rPr>
          <w:rFonts w:ascii="Corbel" w:hAnsi="Corbel"/>
          <w:bCs/>
          <w:i/>
        </w:rPr>
        <w:t xml:space="preserve"> Rektora UR </w:t>
      </w:r>
      <w:r w:rsidR="00CD6897" w:rsidRPr="00AA0E0E">
        <w:rPr>
          <w:rFonts w:ascii="Corbel" w:hAnsi="Corbel"/>
          <w:bCs/>
          <w:i/>
        </w:rPr>
        <w:t xml:space="preserve"> nr </w:t>
      </w:r>
      <w:r w:rsidR="00F17567" w:rsidRPr="00AA0E0E">
        <w:rPr>
          <w:rFonts w:ascii="Corbel" w:hAnsi="Corbel"/>
          <w:bCs/>
          <w:i/>
        </w:rPr>
        <w:t>12/2019</w:t>
      </w:r>
    </w:p>
    <w:p w14:paraId="5DA69551" w14:textId="77777777" w:rsidR="004554C7" w:rsidRPr="004554C7" w:rsidRDefault="004554C7" w:rsidP="004554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54C7">
        <w:rPr>
          <w:rFonts w:ascii="Corbel" w:hAnsi="Corbel"/>
          <w:b/>
          <w:smallCaps/>
          <w:sz w:val="24"/>
          <w:szCs w:val="24"/>
        </w:rPr>
        <w:t>SYLABUS</w:t>
      </w:r>
    </w:p>
    <w:p w14:paraId="5ABB2681" w14:textId="77777777" w:rsidR="004554C7" w:rsidRPr="004554C7" w:rsidRDefault="004554C7" w:rsidP="004554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554C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554C7">
        <w:rPr>
          <w:rFonts w:ascii="Corbel" w:hAnsi="Corbel"/>
          <w:i/>
          <w:smallCaps/>
          <w:sz w:val="24"/>
          <w:szCs w:val="24"/>
        </w:rPr>
        <w:t>2020-2022</w:t>
      </w:r>
    </w:p>
    <w:p w14:paraId="58C11A26" w14:textId="77777777" w:rsidR="004554C7" w:rsidRPr="004554C7" w:rsidRDefault="004554C7" w:rsidP="004554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554C7">
        <w:rPr>
          <w:rFonts w:ascii="Corbel" w:hAnsi="Corbel"/>
          <w:sz w:val="20"/>
          <w:szCs w:val="20"/>
        </w:rPr>
        <w:tab/>
      </w:r>
      <w:r w:rsidRPr="004554C7">
        <w:rPr>
          <w:rFonts w:ascii="Corbel" w:hAnsi="Corbel"/>
          <w:sz w:val="20"/>
          <w:szCs w:val="20"/>
        </w:rPr>
        <w:tab/>
      </w:r>
      <w:r w:rsidRPr="004554C7">
        <w:rPr>
          <w:rFonts w:ascii="Corbel" w:hAnsi="Corbel"/>
          <w:sz w:val="20"/>
          <w:szCs w:val="20"/>
        </w:rPr>
        <w:tab/>
      </w:r>
      <w:r w:rsidRPr="004554C7">
        <w:rPr>
          <w:rFonts w:ascii="Corbel" w:hAnsi="Corbel"/>
          <w:sz w:val="20"/>
          <w:szCs w:val="20"/>
        </w:rPr>
        <w:tab/>
        <w:t xml:space="preserve">    </w:t>
      </w:r>
      <w:r w:rsidRPr="004554C7">
        <w:rPr>
          <w:rFonts w:ascii="Corbel" w:hAnsi="Corbel"/>
          <w:sz w:val="20"/>
          <w:szCs w:val="20"/>
        </w:rPr>
        <w:tab/>
        <w:t>Rok akademicki   2021-2022</w:t>
      </w:r>
    </w:p>
    <w:p w14:paraId="447D4B39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5BBB0B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="0085747A" w:rsidRPr="00AA0E0E">
        <w:rPr>
          <w:rFonts w:ascii="Corbel" w:hAnsi="Corbel"/>
          <w:szCs w:val="24"/>
        </w:rPr>
        <w:t xml:space="preserve">Podstawowe </w:t>
      </w:r>
      <w:r w:rsidR="00445970" w:rsidRPr="00AA0E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AA0E0E" w14:paraId="7B77F105" w14:textId="77777777" w:rsidTr="00C642B3">
        <w:tc>
          <w:tcPr>
            <w:tcW w:w="2694" w:type="dxa"/>
            <w:vAlign w:val="center"/>
          </w:tcPr>
          <w:p w14:paraId="5C77ECC5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C31E8D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Superwizja w działaniach instytucji pomocy społecznej</w:t>
            </w:r>
          </w:p>
        </w:tc>
      </w:tr>
      <w:tr w:rsidR="00C642B3" w:rsidRPr="00AA0E0E" w14:paraId="660ABBF8" w14:textId="77777777" w:rsidTr="00C642B3">
        <w:tc>
          <w:tcPr>
            <w:tcW w:w="2694" w:type="dxa"/>
            <w:vAlign w:val="center"/>
          </w:tcPr>
          <w:p w14:paraId="436638F0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A32D3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P2S[4]O_05</w:t>
            </w:r>
          </w:p>
        </w:tc>
      </w:tr>
      <w:tr w:rsidR="00C642B3" w:rsidRPr="00AA0E0E" w14:paraId="3D99BB14" w14:textId="77777777" w:rsidTr="00C642B3">
        <w:tc>
          <w:tcPr>
            <w:tcW w:w="2694" w:type="dxa"/>
            <w:vAlign w:val="center"/>
          </w:tcPr>
          <w:p w14:paraId="44DA183F" w14:textId="77777777" w:rsidR="00C642B3" w:rsidRPr="00AA0E0E" w:rsidRDefault="00C642B3" w:rsidP="00C64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E10C17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C2FF191" w14:textId="77777777" w:rsidTr="00C642B3">
        <w:tc>
          <w:tcPr>
            <w:tcW w:w="2694" w:type="dxa"/>
            <w:vAlign w:val="center"/>
          </w:tcPr>
          <w:p w14:paraId="4DAAB752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47A273" w14:textId="77777777" w:rsidR="00C642B3" w:rsidRPr="00AA0E0E" w:rsidRDefault="00973DDD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34A7EF6" w14:textId="77777777" w:rsidTr="00C642B3">
        <w:tc>
          <w:tcPr>
            <w:tcW w:w="2694" w:type="dxa"/>
            <w:vAlign w:val="center"/>
          </w:tcPr>
          <w:p w14:paraId="16530EB6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81717" w14:textId="4C1BF937" w:rsidR="00C642B3" w:rsidRPr="00AA0E0E" w:rsidRDefault="006422CF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642B3" w:rsidRPr="00AA0E0E" w14:paraId="646352B0" w14:textId="77777777" w:rsidTr="00C642B3">
        <w:tc>
          <w:tcPr>
            <w:tcW w:w="2694" w:type="dxa"/>
            <w:vAlign w:val="center"/>
          </w:tcPr>
          <w:p w14:paraId="4BF5604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9DD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642B3" w:rsidRPr="00AA0E0E" w14:paraId="5C68E92F" w14:textId="77777777" w:rsidTr="00C642B3">
        <w:tc>
          <w:tcPr>
            <w:tcW w:w="2694" w:type="dxa"/>
            <w:vAlign w:val="center"/>
          </w:tcPr>
          <w:p w14:paraId="5168275E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BB1D8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642B3" w:rsidRPr="00AA0E0E" w14:paraId="0B6DBCCC" w14:textId="77777777" w:rsidTr="00C642B3">
        <w:tc>
          <w:tcPr>
            <w:tcW w:w="2694" w:type="dxa"/>
            <w:vAlign w:val="center"/>
          </w:tcPr>
          <w:p w14:paraId="3FC696C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941170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42B3" w:rsidRPr="00AA0E0E" w14:paraId="01326E8D" w14:textId="77777777" w:rsidTr="00C642B3">
        <w:tc>
          <w:tcPr>
            <w:tcW w:w="2694" w:type="dxa"/>
            <w:vAlign w:val="center"/>
          </w:tcPr>
          <w:p w14:paraId="0BF0A00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38C035" w14:textId="34FB2CB5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="00C642B3" w:rsidRPr="00AA0E0E" w14:paraId="35096151" w14:textId="77777777" w:rsidTr="00C642B3">
        <w:tc>
          <w:tcPr>
            <w:tcW w:w="2694" w:type="dxa"/>
            <w:vAlign w:val="center"/>
          </w:tcPr>
          <w:p w14:paraId="06C7BAAB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0E260" w14:textId="2E2389CE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42B3" w:rsidRPr="00AA0E0E" w14:paraId="01C16ED1" w14:textId="77777777" w:rsidTr="00C642B3">
        <w:tc>
          <w:tcPr>
            <w:tcW w:w="2694" w:type="dxa"/>
            <w:vAlign w:val="center"/>
          </w:tcPr>
          <w:p w14:paraId="43E739E4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A4B506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42B3" w:rsidRPr="00AA0E0E" w14:paraId="7D6F9E80" w14:textId="77777777" w:rsidTr="00C642B3">
        <w:tc>
          <w:tcPr>
            <w:tcW w:w="2694" w:type="dxa"/>
            <w:vAlign w:val="center"/>
          </w:tcPr>
          <w:p w14:paraId="74C4EDE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8075F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AA0E0E" w14:paraId="3743CAA7" w14:textId="77777777" w:rsidTr="00C642B3">
        <w:tc>
          <w:tcPr>
            <w:tcW w:w="2694" w:type="dxa"/>
            <w:vAlign w:val="center"/>
          </w:tcPr>
          <w:p w14:paraId="3E209048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BF6B2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3EC24728" w14:textId="77777777" w:rsidR="0085747A" w:rsidRPr="00AA0E0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* </w:t>
      </w:r>
      <w:r w:rsidRPr="00AA0E0E">
        <w:rPr>
          <w:rFonts w:ascii="Corbel" w:hAnsi="Corbel"/>
          <w:i/>
          <w:sz w:val="24"/>
          <w:szCs w:val="24"/>
        </w:rPr>
        <w:t>-</w:t>
      </w:r>
      <w:r w:rsidR="00B90885" w:rsidRPr="00AA0E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E0E">
        <w:rPr>
          <w:rFonts w:ascii="Corbel" w:hAnsi="Corbel"/>
          <w:b w:val="0"/>
          <w:sz w:val="24"/>
          <w:szCs w:val="24"/>
        </w:rPr>
        <w:t>e,</w:t>
      </w:r>
      <w:r w:rsidRPr="00AA0E0E">
        <w:rPr>
          <w:rFonts w:ascii="Corbel" w:hAnsi="Corbel"/>
          <w:i/>
          <w:sz w:val="24"/>
          <w:szCs w:val="24"/>
        </w:rPr>
        <w:t xml:space="preserve"> </w:t>
      </w:r>
      <w:r w:rsidRPr="00AA0E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E0E">
        <w:rPr>
          <w:rFonts w:ascii="Corbel" w:hAnsi="Corbel"/>
          <w:b w:val="0"/>
          <w:i/>
          <w:sz w:val="24"/>
          <w:szCs w:val="24"/>
        </w:rPr>
        <w:t>w Jednostce</w:t>
      </w:r>
    </w:p>
    <w:p w14:paraId="3E3095E2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F2DC76" w14:textId="77777777" w:rsidR="0085747A" w:rsidRPr="00AA0E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="00E22FBC" w:rsidRPr="00AA0E0E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08125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1114"/>
        <w:gridCol w:w="851"/>
        <w:gridCol w:w="772"/>
        <w:gridCol w:w="803"/>
        <w:gridCol w:w="710"/>
        <w:gridCol w:w="922"/>
        <w:gridCol w:w="1138"/>
        <w:gridCol w:w="1382"/>
      </w:tblGrid>
      <w:tr w:rsidR="00015B8F" w:rsidRPr="00AA0E0E" w14:paraId="3969A712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F5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14:paraId="520D79D6" w14:textId="77777777" w:rsidR="00015B8F" w:rsidRPr="00AA0E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="00363F78" w:rsidRPr="00AA0E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ECC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Wykł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10B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F0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Konw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1790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C7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Sem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E4B2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F9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Prakt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AF1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0B2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="00B90885" w:rsidRPr="00AA0E0E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86D94" w:rsidRPr="00AA0E0E" w14:paraId="370DC83E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71C" w14:textId="0DA56CCF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949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7DC" w14:textId="06DDFFA7" w:rsidR="00B86D94" w:rsidRPr="00AA0E0E" w:rsidRDefault="00AA0E0E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A68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633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1C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1B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717E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D17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3172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26C7C6AB" w14:textId="77777777" w:rsidR="00923D7D" w:rsidRPr="00AA0E0E" w:rsidRDefault="00923D7D" w:rsidP="00841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D6749" w14:textId="77777777" w:rsidR="0085747A" w:rsidRPr="00AA0E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="00E22FBC" w:rsidRPr="00AA0E0E">
        <w:rPr>
          <w:rFonts w:ascii="Corbel" w:hAnsi="Corbel"/>
          <w:smallCaps w:val="0"/>
          <w:szCs w:val="24"/>
        </w:rPr>
        <w:t>2</w:t>
      </w:r>
      <w:r w:rsidR="00F83B28" w:rsidRPr="00AA0E0E">
        <w:rPr>
          <w:rFonts w:ascii="Corbel" w:hAnsi="Corbel"/>
          <w:smallCaps w:val="0"/>
          <w:szCs w:val="24"/>
        </w:rPr>
        <w:t>.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 xml:space="preserve">Sposób realizacji zajęć  </w:t>
      </w:r>
    </w:p>
    <w:p w14:paraId="58103B34" w14:textId="77777777" w:rsidR="0085747A" w:rsidRPr="00AA0E0E" w:rsidRDefault="00B86D94" w:rsidP="00B86D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A0E0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01BC1203" w14:textId="5B9129A3" w:rsidR="0085747A" w:rsidRPr="00AA0E0E" w:rsidRDefault="00AA0E0E" w:rsidP="00AA0E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eastAsia="MS Gothic" w:hAnsi="Segoe UI Symbol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BA195" w14:textId="77777777" w:rsidR="00841796" w:rsidRPr="00AA0E0E" w:rsidRDefault="0084179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29638" w14:textId="77777777" w:rsidR="00E22FBC" w:rsidRPr="00AA0E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1.3 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For</w:t>
      </w:r>
      <w:r w:rsidR="00445970" w:rsidRPr="00AA0E0E">
        <w:rPr>
          <w:rFonts w:ascii="Corbel" w:hAnsi="Corbel"/>
          <w:smallCaps w:val="0"/>
          <w:szCs w:val="24"/>
        </w:rPr>
        <w:t xml:space="preserve">ma zaliczenia przedmiotu </w:t>
      </w:r>
      <w:r w:rsidRPr="00AA0E0E">
        <w:rPr>
          <w:rFonts w:ascii="Corbel" w:hAnsi="Corbel"/>
          <w:smallCaps w:val="0"/>
          <w:szCs w:val="24"/>
        </w:rPr>
        <w:t xml:space="preserve"> (z toku) </w:t>
      </w:r>
      <w:r w:rsidRPr="00AA0E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5286B6" w14:textId="6AF72D7A" w:rsidR="00E960BB" w:rsidRPr="00AA0E0E" w:rsidRDefault="00B86D94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zaliczenie z oceną</w:t>
      </w:r>
    </w:p>
    <w:p w14:paraId="5106D05A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3FD8A" w14:textId="77777777" w:rsidR="00E960BB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14:paraId="35D25FBD" w14:textId="77777777" w:rsidR="00153C41" w:rsidRPr="00AA0E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6D94" w:rsidRPr="00AA0E0E" w14:paraId="08FAF287" w14:textId="77777777" w:rsidTr="001E58F4">
        <w:tc>
          <w:tcPr>
            <w:tcW w:w="9670" w:type="dxa"/>
          </w:tcPr>
          <w:p w14:paraId="62AFAFDF" w14:textId="77777777" w:rsidR="00B86D94" w:rsidRPr="00AA0E0E" w:rsidRDefault="00B86D94" w:rsidP="001E58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14:paraId="1E36E9D4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B53A1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>3.</w:t>
      </w:r>
      <w:r w:rsidR="0085747A" w:rsidRPr="00AA0E0E">
        <w:rPr>
          <w:rFonts w:ascii="Corbel" w:hAnsi="Corbel"/>
          <w:szCs w:val="24"/>
        </w:rPr>
        <w:t xml:space="preserve"> </w:t>
      </w:r>
      <w:r w:rsidR="00A84C85" w:rsidRPr="00AA0E0E">
        <w:rPr>
          <w:rFonts w:ascii="Corbel" w:hAnsi="Corbel"/>
          <w:szCs w:val="24"/>
        </w:rPr>
        <w:t>cele, efekty uczenia się</w:t>
      </w:r>
      <w:r w:rsidR="0085747A" w:rsidRPr="00AA0E0E">
        <w:rPr>
          <w:rFonts w:ascii="Corbel" w:hAnsi="Corbel"/>
          <w:szCs w:val="24"/>
        </w:rPr>
        <w:t xml:space="preserve"> , treści Programowe i stosowane metody Dydaktyczne</w:t>
      </w:r>
    </w:p>
    <w:p w14:paraId="32834B0B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2BD09" w14:textId="77777777" w:rsidR="0085747A" w:rsidRPr="00AA0E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="00C05F44" w:rsidRPr="00AA0E0E">
        <w:rPr>
          <w:rFonts w:ascii="Corbel" w:hAnsi="Corbel"/>
          <w:sz w:val="24"/>
          <w:szCs w:val="24"/>
        </w:rPr>
        <w:t>Cele przedmiotu</w:t>
      </w:r>
    </w:p>
    <w:p w14:paraId="227AEC85" w14:textId="77777777" w:rsidR="00F83B28" w:rsidRPr="00AA0E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6D94" w:rsidRPr="00AA0E0E" w14:paraId="6872D855" w14:textId="77777777" w:rsidTr="001E58F4">
        <w:tc>
          <w:tcPr>
            <w:tcW w:w="851" w:type="dxa"/>
            <w:vAlign w:val="center"/>
          </w:tcPr>
          <w:p w14:paraId="60D073A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37F260A8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superwizyjnej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a także o koncepcjach i zastosowaniu superwizji w pracy socjalnej</w:t>
            </w:r>
          </w:p>
        </w:tc>
      </w:tr>
      <w:tr w:rsidR="00B86D94" w:rsidRPr="00AA0E0E" w14:paraId="62C22E9E" w14:textId="77777777" w:rsidTr="001E58F4">
        <w:tc>
          <w:tcPr>
            <w:tcW w:w="851" w:type="dxa"/>
            <w:vAlign w:val="center"/>
          </w:tcPr>
          <w:p w14:paraId="18E223C7" w14:textId="77777777" w:rsidR="00B86D94" w:rsidRPr="00AA0E0E" w:rsidRDefault="00B86D94" w:rsidP="00B86D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14:paraId="3683362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Nabycie wiedzy oraz umiejętności z zakresu kierowania i zarządzania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jednostką pomocy społecznej, jak też poznanie praktycznych rozwiązań w tym zakresie</w:t>
            </w:r>
          </w:p>
        </w:tc>
      </w:tr>
      <w:tr w:rsidR="00B86D94" w:rsidRPr="00AA0E0E" w14:paraId="1AC22610" w14:textId="77777777" w:rsidTr="001E58F4">
        <w:tc>
          <w:tcPr>
            <w:tcW w:w="851" w:type="dxa"/>
            <w:vAlign w:val="center"/>
          </w:tcPr>
          <w:p w14:paraId="4E834E2C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14:paraId="1E5AC19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B86D94" w:rsidRPr="00AA0E0E" w14:paraId="74918354" w14:textId="77777777" w:rsidTr="001E58F4">
        <w:tc>
          <w:tcPr>
            <w:tcW w:w="851" w:type="dxa"/>
            <w:vAlign w:val="center"/>
          </w:tcPr>
          <w:p w14:paraId="253AE39E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14:paraId="5F3AF9E4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umiejętności w zakresie planowania,  prezentowania i analizowania na forum grupy zajęciowej modelu działań superwizyjnych w wybranej jednostce pomocy społecznej</w:t>
            </w:r>
          </w:p>
        </w:tc>
      </w:tr>
      <w:tr w:rsidR="00B86D94" w:rsidRPr="00AA0E0E" w14:paraId="397A7DF8" w14:textId="77777777" w:rsidTr="001E58F4">
        <w:tc>
          <w:tcPr>
            <w:tcW w:w="851" w:type="dxa"/>
            <w:vAlign w:val="center"/>
          </w:tcPr>
          <w:p w14:paraId="0D68361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14:paraId="71F0AF1A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2B3F60F2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76F330" w14:textId="77777777" w:rsidR="001D7B54" w:rsidRPr="00AA0E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="001D7B54" w:rsidRPr="00AA0E0E">
        <w:rPr>
          <w:rFonts w:ascii="Corbel" w:hAnsi="Corbel"/>
          <w:b/>
          <w:sz w:val="24"/>
          <w:szCs w:val="24"/>
        </w:rPr>
        <w:t xml:space="preserve">Efekty </w:t>
      </w:r>
      <w:r w:rsidR="00C05F44" w:rsidRPr="00AA0E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E0E">
        <w:rPr>
          <w:rFonts w:ascii="Corbel" w:hAnsi="Corbel"/>
          <w:b/>
          <w:sz w:val="24"/>
          <w:szCs w:val="24"/>
        </w:rPr>
        <w:t>dla przedmiotu</w:t>
      </w:r>
      <w:r w:rsidR="00445970" w:rsidRPr="00AA0E0E">
        <w:rPr>
          <w:rFonts w:ascii="Corbel" w:hAnsi="Corbel"/>
          <w:sz w:val="24"/>
          <w:szCs w:val="24"/>
        </w:rPr>
        <w:t xml:space="preserve"> </w:t>
      </w:r>
    </w:p>
    <w:p w14:paraId="235C5906" w14:textId="77777777" w:rsidR="001D7B54" w:rsidRPr="00AA0E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989"/>
        <w:gridCol w:w="1861"/>
      </w:tblGrid>
      <w:tr w:rsidR="0085747A" w:rsidRPr="00AA0E0E" w14:paraId="0CB9C2E0" w14:textId="77777777" w:rsidTr="00E96911">
        <w:tc>
          <w:tcPr>
            <w:tcW w:w="1670" w:type="dxa"/>
            <w:vAlign w:val="center"/>
          </w:tcPr>
          <w:p w14:paraId="28CFF3D4" w14:textId="77777777" w:rsidR="0085747A" w:rsidRPr="00AA0E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E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14:paraId="4CC9CBC7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14:paraId="749B813C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E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0E0E" w14:paraId="582A8515" w14:textId="77777777" w:rsidTr="00E96911">
        <w:tc>
          <w:tcPr>
            <w:tcW w:w="1670" w:type="dxa"/>
          </w:tcPr>
          <w:p w14:paraId="4D75CA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9" w:type="dxa"/>
          </w:tcPr>
          <w:p w14:paraId="3AE22EF4" w14:textId="77777777" w:rsidR="0085747A" w:rsidRPr="00AA0E0E" w:rsidRDefault="004259B4" w:rsidP="00250F0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br/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oraz zna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główne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tradycje badań społecznych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 , czy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też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projekt</w:t>
            </w:r>
            <w:r w:rsidRPr="00AA0E0E">
              <w:rPr>
                <w:rFonts w:ascii="Corbel" w:hAnsi="Corbel"/>
                <w:sz w:val="24"/>
                <w:szCs w:val="24"/>
              </w:rPr>
              <w:t>owania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i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Pr="00AA0E0E">
              <w:rPr>
                <w:rFonts w:ascii="Corbel" w:hAnsi="Corbel"/>
                <w:sz w:val="24"/>
                <w:szCs w:val="24"/>
              </w:rPr>
              <w:t>enia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bad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ań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osadzon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 naukach społecznych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(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superwizj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bądź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rolą w przeciwdziałaniu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wypaleni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>u  zawodowemu pracowników służb społecznych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14:paraId="12300B34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A0E0E" w14:paraId="08EC2173" w14:textId="77777777" w:rsidTr="00E96911">
        <w:tc>
          <w:tcPr>
            <w:tcW w:w="1670" w:type="dxa"/>
          </w:tcPr>
          <w:p w14:paraId="7240637F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14:paraId="2B35FC6B" w14:textId="77777777" w:rsidR="0085747A" w:rsidRPr="00AA0E0E" w:rsidRDefault="00B406B6" w:rsidP="00377F1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 jako uczestników procesu </w:t>
            </w:r>
            <w:proofErr w:type="spellStart"/>
            <w:r w:rsidR="00250F0B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377F1C" w:rsidRPr="00AA0E0E">
              <w:rPr>
                <w:rFonts w:ascii="Corbel" w:hAnsi="Corbel"/>
                <w:sz w:val="24"/>
                <w:szCs w:val="24"/>
              </w:rPr>
              <w:t xml:space="preserve">, bądź adresatów działań z zakresu kierowania i zarządzania </w:t>
            </w:r>
            <w:proofErr w:type="spellStart"/>
            <w:r w:rsidR="00377F1C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377F1C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05E4E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51216352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AA0E0E" w14:paraId="7F9961B7" w14:textId="77777777" w:rsidTr="00E96911">
        <w:tc>
          <w:tcPr>
            <w:tcW w:w="1670" w:type="dxa"/>
          </w:tcPr>
          <w:p w14:paraId="65CBF8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14:paraId="5D04F655" w14:textId="77777777" w:rsidR="0085747A" w:rsidRPr="00AA0E0E" w:rsidRDefault="00D475D6" w:rsidP="00D721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Pr="00AA0E0E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społeczne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(kulturowe, polityczne, prawne, ekonomiczne) oraz relacje między nimi przy pomocy pojęć i teorii pracy socjalnej dla procesów kształtujących problemy związane  z pracą socjalną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aktywn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w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sesjach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superwiz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yjnych </w:t>
            </w:r>
            <w:r w:rsidR="001174A5" w:rsidRPr="00AA0E0E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możliwość rozwiązywania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lastRenderedPageBreak/>
              <w:t xml:space="preserve">różnych problemów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klientów pomocy </w:t>
            </w:r>
            <w:r w:rsidR="00D039D9" w:rsidRPr="00AA0E0E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pracowników socjalnych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912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ramach szkoleń superwizyjnych.</w:t>
            </w:r>
          </w:p>
        </w:tc>
        <w:tc>
          <w:tcPr>
            <w:tcW w:w="1861" w:type="dxa"/>
          </w:tcPr>
          <w:p w14:paraId="226B0B33" w14:textId="77777777" w:rsidR="0085747A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D475D6" w:rsidRPr="00AA0E0E" w14:paraId="1944752D" w14:textId="77777777" w:rsidTr="00E96911">
        <w:tc>
          <w:tcPr>
            <w:tcW w:w="1670" w:type="dxa"/>
          </w:tcPr>
          <w:p w14:paraId="3A46A08B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89" w:type="dxa"/>
          </w:tcPr>
          <w:p w14:paraId="4289C019" w14:textId="77777777" w:rsidR="00D475D6" w:rsidRPr="00AA0E0E" w:rsidRDefault="0019334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umiejętność krytycznego analizowania  przyczyn</w:t>
            </w:r>
            <w:r w:rsidR="00C6724F" w:rsidRPr="00AA0E0E">
              <w:rPr>
                <w:rFonts w:ascii="Corbel" w:hAnsi="Corbel"/>
                <w:sz w:val="24"/>
                <w:szCs w:val="24"/>
              </w:rPr>
              <w:br/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i przebiegu  ważnych dla wykonywania pracy socjalnej procesów i zjawisk społecznych (kulturowych, politycznych, prawnych, ekonomicznych)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br/>
            </w:r>
            <w:r w:rsidRPr="00AA0E0E">
              <w:rPr>
                <w:rFonts w:ascii="Corbel" w:hAnsi="Corbel"/>
                <w:sz w:val="24"/>
                <w:szCs w:val="24"/>
              </w:rPr>
              <w:t>w tym zakresie  superwizję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liczne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14:paraId="399B637D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475D6" w:rsidRPr="00AA0E0E" w14:paraId="0438513F" w14:textId="77777777" w:rsidTr="00E96911">
        <w:tc>
          <w:tcPr>
            <w:tcW w:w="1670" w:type="dxa"/>
          </w:tcPr>
          <w:p w14:paraId="724FECC0" w14:textId="77777777" w:rsidR="00D475D6" w:rsidRPr="00AA0E0E" w:rsidRDefault="00D475D6" w:rsidP="00017319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14:paraId="7F3A84CC" w14:textId="77777777" w:rsidR="00D475D6" w:rsidRPr="00AA0E0E" w:rsidRDefault="00E004C8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(w sposób pogłębiony)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>(np. z zakresu superwizji)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chronić się przed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wypaleniem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zwodowym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.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w ramach sesji superwizyjnych oraz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uczestnicząc w warsztatach </w:t>
            </w:r>
            <w:proofErr w:type="spellStart"/>
            <w:r w:rsidR="002E28D0" w:rsidRPr="00AA0E0E">
              <w:rPr>
                <w:rFonts w:ascii="Corbel" w:hAnsi="Corbel"/>
                <w:sz w:val="24"/>
                <w:szCs w:val="24"/>
              </w:rPr>
              <w:t>antywypaleniowych</w:t>
            </w:r>
            <w:proofErr w:type="spellEnd"/>
            <w:r w:rsidR="002E28D0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03057A7A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475D6" w:rsidRPr="00AA0E0E" w14:paraId="5AAC7434" w14:textId="77777777" w:rsidTr="00E96911">
        <w:tc>
          <w:tcPr>
            <w:tcW w:w="1670" w:type="dxa"/>
          </w:tcPr>
          <w:p w14:paraId="7F9196D5" w14:textId="77777777" w:rsidR="00D475D6" w:rsidRPr="00AA0E0E" w:rsidRDefault="00017319" w:rsidP="00017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14:paraId="0F545C03" w14:textId="77777777" w:rsidR="00D475D6" w:rsidRPr="00AA0E0E" w:rsidRDefault="002E28D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Projektuje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działa</w:t>
            </w:r>
            <w:r w:rsidR="00DA5B7D" w:rsidRPr="00AA0E0E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Pr="00AA0E0E">
              <w:rPr>
                <w:rFonts w:ascii="Corbel" w:hAnsi="Corbel"/>
                <w:sz w:val="24"/>
                <w:szCs w:val="24"/>
              </w:rPr>
              <w:t>i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  procedur i metod.</w:t>
            </w:r>
          </w:p>
        </w:tc>
        <w:tc>
          <w:tcPr>
            <w:tcW w:w="1861" w:type="dxa"/>
          </w:tcPr>
          <w:p w14:paraId="325AA659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24F2E0D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15F7" w14:textId="77777777" w:rsidR="0085747A" w:rsidRPr="00AA0E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="001D7B54" w:rsidRPr="00AA0E0E">
        <w:rPr>
          <w:rFonts w:ascii="Corbel" w:hAnsi="Corbel"/>
          <w:b/>
          <w:sz w:val="24"/>
          <w:szCs w:val="24"/>
        </w:rPr>
        <w:t xml:space="preserve"> </w:t>
      </w:r>
      <w:r w:rsidR="0085747A" w:rsidRPr="00AA0E0E">
        <w:rPr>
          <w:rFonts w:ascii="Corbel" w:hAnsi="Corbel"/>
          <w:b/>
          <w:sz w:val="24"/>
          <w:szCs w:val="24"/>
        </w:rPr>
        <w:t>T</w:t>
      </w:r>
      <w:r w:rsidR="001D7B54" w:rsidRPr="00AA0E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E0E">
        <w:rPr>
          <w:rFonts w:ascii="Corbel" w:hAnsi="Corbel"/>
          <w:sz w:val="24"/>
          <w:szCs w:val="24"/>
        </w:rPr>
        <w:t xml:space="preserve">  </w:t>
      </w:r>
    </w:p>
    <w:p w14:paraId="35BC677E" w14:textId="77777777" w:rsidR="0085747A" w:rsidRPr="00AA0E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Problematyka wykładu </w:t>
      </w:r>
    </w:p>
    <w:p w14:paraId="17DB208C" w14:textId="77777777" w:rsidR="00675843" w:rsidRPr="00AA0E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E0E" w14:paraId="58434600" w14:textId="77777777" w:rsidTr="001830FC">
        <w:tc>
          <w:tcPr>
            <w:tcW w:w="9520" w:type="dxa"/>
          </w:tcPr>
          <w:p w14:paraId="4C7C512F" w14:textId="77777777" w:rsidR="0085747A" w:rsidRPr="00AA0E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E0E" w14:paraId="0803DAFD" w14:textId="77777777" w:rsidTr="001830FC">
        <w:tc>
          <w:tcPr>
            <w:tcW w:w="9520" w:type="dxa"/>
          </w:tcPr>
          <w:p w14:paraId="27E1443F" w14:textId="77777777" w:rsidR="0085747A" w:rsidRPr="00AA0E0E" w:rsidRDefault="001830FC" w:rsidP="001830F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F4D4EF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99111" w14:textId="77777777" w:rsidR="001830FC" w:rsidRPr="00AA0E0E" w:rsidRDefault="0085747A" w:rsidP="001830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E0E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7319" w:rsidRPr="00AA0E0E" w14:paraId="11A2CF8B" w14:textId="77777777" w:rsidTr="001E58F4">
        <w:tc>
          <w:tcPr>
            <w:tcW w:w="9639" w:type="dxa"/>
          </w:tcPr>
          <w:p w14:paraId="235F1484" w14:textId="77777777" w:rsidR="00017319" w:rsidRPr="00AA0E0E" w:rsidRDefault="00017319" w:rsidP="00017319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17319" w:rsidRPr="00AA0E0E" w14:paraId="6C25FEBB" w14:textId="77777777" w:rsidTr="001E58F4">
        <w:tc>
          <w:tcPr>
            <w:tcW w:w="9639" w:type="dxa"/>
          </w:tcPr>
          <w:p w14:paraId="2E00B4D4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Zajęcia wprowadzające w problematykę przedmiotu - szczegółowe omówienie treści programowych oraz kryteriów zaliczenia.</w:t>
            </w:r>
          </w:p>
        </w:tc>
      </w:tr>
      <w:tr w:rsidR="00017319" w:rsidRPr="00AA0E0E" w14:paraId="1C781A82" w14:textId="77777777" w:rsidTr="001E58F4">
        <w:tc>
          <w:tcPr>
            <w:tcW w:w="9639" w:type="dxa"/>
          </w:tcPr>
          <w:p w14:paraId="08AA4459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Przegląd różnorodnych podejść i koncepcji superwizji w pracy socjalnej:</w:t>
            </w:r>
          </w:p>
          <w:p w14:paraId="070CB9EA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metoda zarządzania pracą socjalną i działanie umożliwiające profesjonalny rozwój pracowników</w:t>
            </w:r>
          </w:p>
          <w:p w14:paraId="0E45069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wobec stresu w pracy socjalnej</w:t>
            </w:r>
          </w:p>
          <w:p w14:paraId="091AE517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poszukiwanie rozwiązań konfliktu w ramach działań superwizyjnych</w:t>
            </w:r>
          </w:p>
          <w:p w14:paraId="67D35E1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kierowanie zmianą i rozwojem organizacji i in.</w:t>
            </w:r>
          </w:p>
          <w:p w14:paraId="32CDCE82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</w:p>
        </w:tc>
      </w:tr>
      <w:tr w:rsidR="00017319" w:rsidRPr="00AA0E0E" w14:paraId="2BDF8063" w14:textId="77777777" w:rsidTr="001E58F4">
        <w:tc>
          <w:tcPr>
            <w:tcW w:w="9639" w:type="dxa"/>
          </w:tcPr>
          <w:p w14:paraId="469DB96E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– wybrane aspekty definicyjne, jej funkcje, rodzaje oraz zakresy jej zastosowania w pracy socjalnej. Problem relacji między superwizorem  a pracownikami korzystającymi z superwizji oraz pracodawcą.</w:t>
            </w:r>
          </w:p>
        </w:tc>
      </w:tr>
      <w:tr w:rsidR="00017319" w:rsidRPr="00AA0E0E" w14:paraId="01896208" w14:textId="77777777" w:rsidTr="001E58F4">
        <w:tc>
          <w:tcPr>
            <w:tcW w:w="9639" w:type="dxa"/>
          </w:tcPr>
          <w:p w14:paraId="384D1E1F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Procedury i zastosowania superwizji w pracy socjalnej</w:t>
            </w:r>
            <w:r w:rsidRPr="00AA0E0E">
              <w:rPr>
                <w:rFonts w:ascii="Corbel" w:eastAsia="Verdana,Bold" w:hAnsi="Corbel"/>
                <w:iCs/>
              </w:rPr>
              <w:t xml:space="preserve"> oraz specyfika działań superwizyjnych realizowanych w różnych typach instytucji pomocy społecznej.</w:t>
            </w:r>
          </w:p>
        </w:tc>
      </w:tr>
      <w:tr w:rsidR="00017319" w:rsidRPr="00AA0E0E" w14:paraId="41782AC6" w14:textId="77777777" w:rsidTr="001E58F4">
        <w:tc>
          <w:tcPr>
            <w:tcW w:w="9639" w:type="dxa"/>
          </w:tcPr>
          <w:p w14:paraId="0E828D6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iCs/>
              </w:rPr>
              <w:lastRenderedPageBreak/>
              <w:t xml:space="preserve">Projektowanie modelowej sesji </w:t>
            </w:r>
            <w:proofErr w:type="spellStart"/>
            <w:r w:rsidRPr="00AA0E0E">
              <w:rPr>
                <w:rFonts w:ascii="Corbel" w:eastAsia="Verdana,Bold" w:hAnsi="Corbel"/>
                <w:iCs/>
              </w:rPr>
              <w:t>superwizyjnej</w:t>
            </w:r>
            <w:proofErr w:type="spellEnd"/>
            <w:r w:rsidRPr="00AA0E0E">
              <w:rPr>
                <w:rFonts w:ascii="Corbel" w:eastAsia="Verdana,Bold" w:hAnsi="Corbel"/>
                <w:iCs/>
              </w:rPr>
              <w:t xml:space="preserve"> dla dowolnie wybranej jednostki pomocy społecznej (ze szczególnym uwzględnieniem potrzeb różnych grup pracowników) - jej fazy, cele i struktura. Analiza czynników determinujących skuteczność i nieskuteczność superwizji np. prezentowanej instytucji.</w:t>
            </w:r>
          </w:p>
        </w:tc>
      </w:tr>
      <w:tr w:rsidR="00017319" w:rsidRPr="00AA0E0E" w14:paraId="4A6ACE0B" w14:textId="77777777" w:rsidTr="001E58F4">
        <w:tc>
          <w:tcPr>
            <w:tcW w:w="9639" w:type="dxa"/>
          </w:tcPr>
          <w:p w14:paraId="3A0DB84C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 xml:space="preserve">Elementy kierowania i zarządzania </w:t>
            </w:r>
            <w:proofErr w:type="spellStart"/>
            <w:r w:rsidRPr="00AA0E0E">
              <w:rPr>
                <w:rFonts w:ascii="Corbel" w:eastAsia="Verdana,Bold" w:hAnsi="Corbel"/>
                <w:bCs/>
                <w:iCs/>
              </w:rPr>
              <w:t>superwizyjnego</w:t>
            </w:r>
            <w:proofErr w:type="spellEnd"/>
            <w:r w:rsidRPr="00AA0E0E">
              <w:rPr>
                <w:rFonts w:ascii="Corbel" w:eastAsia="Verdana,Bold" w:hAnsi="Corbel"/>
                <w:bCs/>
                <w:iCs/>
              </w:rPr>
              <w:t>, w tym:</w:t>
            </w:r>
          </w:p>
          <w:p w14:paraId="3B640CFB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warsztaty pracy z zespołem,</w:t>
            </w:r>
          </w:p>
          <w:p w14:paraId="0852DD11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zarządzanie superwizyjne,</w:t>
            </w:r>
          </w:p>
          <w:p w14:paraId="6DF78D85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umiejętności interpersonalne,</w:t>
            </w:r>
          </w:p>
          <w:p w14:paraId="4CFD17EF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odróżnianie faktów od opinii,</w:t>
            </w:r>
          </w:p>
          <w:p w14:paraId="248C05F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rozmawianie z pracownikiem,</w:t>
            </w:r>
          </w:p>
          <w:p w14:paraId="2ACD9B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postawy wobec pracownika,</w:t>
            </w:r>
          </w:p>
          <w:p w14:paraId="2CE328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komunikaty zaczynające się od „ja”,</w:t>
            </w:r>
          </w:p>
          <w:p w14:paraId="21A568BC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sprawdzanie własnych interpretacji, mniemań i domysłów,</w:t>
            </w:r>
          </w:p>
          <w:p w14:paraId="61AFB1F6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parafraza,</w:t>
            </w:r>
          </w:p>
          <w:p w14:paraId="2C4B1704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uzyskiwanie informacji zwrotnej od pracownika,</w:t>
            </w:r>
          </w:p>
          <w:p w14:paraId="57BEB67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wspieranie pracowników.</w:t>
            </w:r>
          </w:p>
        </w:tc>
      </w:tr>
      <w:tr w:rsidR="00017319" w:rsidRPr="00AA0E0E" w14:paraId="11173A97" w14:textId="77777777" w:rsidTr="001E58F4">
        <w:tc>
          <w:tcPr>
            <w:tcW w:w="9639" w:type="dxa"/>
          </w:tcPr>
          <w:p w14:paraId="7E6F5B87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Rola i znaczenie  superwizji w  zakresie ograniczania stresu i wypalenie zawodowego wśród pracowników socjalnych i innych przedstawicieli służb społecznych.</w:t>
            </w:r>
          </w:p>
        </w:tc>
      </w:tr>
      <w:tr w:rsidR="00017319" w:rsidRPr="00AA0E0E" w14:paraId="0B78A7EF" w14:textId="77777777" w:rsidTr="001E58F4">
        <w:tc>
          <w:tcPr>
            <w:tcW w:w="9639" w:type="dxa"/>
          </w:tcPr>
          <w:p w14:paraId="432F5FBD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Dylematy etyczne w superwizji pracy socjalnej i sposoby ich przezwyciężania.</w:t>
            </w:r>
            <w:r w:rsidRPr="00AA0E0E">
              <w:rPr>
                <w:rFonts w:ascii="Corbel" w:hAnsi="Corbel"/>
              </w:rPr>
              <w:t xml:space="preserve"> Podsumowanie zajęć, uwagi końcowe.</w:t>
            </w:r>
          </w:p>
        </w:tc>
      </w:tr>
      <w:tr w:rsidR="00017319" w:rsidRPr="00AA0E0E" w14:paraId="5FE0116A" w14:textId="77777777" w:rsidTr="001E58F4">
        <w:tc>
          <w:tcPr>
            <w:tcW w:w="9639" w:type="dxa"/>
          </w:tcPr>
          <w:p w14:paraId="2ECF403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Kolokwium ustne i zaliczenie.</w:t>
            </w:r>
          </w:p>
        </w:tc>
      </w:tr>
    </w:tbl>
    <w:p w14:paraId="3209049F" w14:textId="77777777" w:rsidR="001830FC" w:rsidRPr="00AA0E0E" w:rsidRDefault="001830FC" w:rsidP="00017319">
      <w:pPr>
        <w:spacing w:line="240" w:lineRule="auto"/>
        <w:rPr>
          <w:rFonts w:ascii="Corbel" w:hAnsi="Corbel"/>
          <w:sz w:val="24"/>
          <w:szCs w:val="24"/>
        </w:rPr>
      </w:pPr>
    </w:p>
    <w:p w14:paraId="1F031DEE" w14:textId="77777777" w:rsidR="0085747A" w:rsidRPr="00AA0E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55A008F4" w14:textId="77777777" w:rsidR="00E960BB" w:rsidRPr="00AA0E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FD9AD" w14:textId="77777777" w:rsidR="00017319" w:rsidRPr="00AA0E0E" w:rsidRDefault="00017319" w:rsidP="00017319">
      <w:pPr>
        <w:spacing w:after="0" w:line="240" w:lineRule="auto"/>
        <w:rPr>
          <w:rFonts w:ascii="Corbel" w:hAnsi="Corbel"/>
          <w:i/>
          <w:iCs/>
          <w:sz w:val="24"/>
          <w:szCs w:val="24"/>
        </w:rPr>
      </w:pPr>
      <w:bookmarkStart w:id="1" w:name="_Hlk54654092"/>
      <w:r w:rsidRPr="00AA0E0E">
        <w:rPr>
          <w:rFonts w:ascii="Corbel" w:hAnsi="Corbel"/>
          <w:i/>
          <w:iCs/>
          <w:sz w:val="24"/>
          <w:szCs w:val="24"/>
        </w:rPr>
        <w:t>analiza tekstów z dyskusją; wykład informacyjny z prezentacją multimedialną; praca indywidualna i grupowa nad projektowaniem modelu superwizji w wybranej jednostce pomocy społecznej oraz prezentacja i analiza zaprojektowanych działań superwizyjnych na forum grupy zajęciowej; aktywne uczestnictwo w zajęciach.</w:t>
      </w:r>
    </w:p>
    <w:bookmarkEnd w:id="1"/>
    <w:p w14:paraId="5FDE7A6B" w14:textId="77777777" w:rsidR="00017319" w:rsidRPr="00AA0E0E" w:rsidRDefault="000173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B3A07" w14:textId="77777777" w:rsidR="0085747A" w:rsidRPr="00AA0E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="0085747A" w:rsidRPr="00AA0E0E">
        <w:rPr>
          <w:rFonts w:ascii="Corbel" w:hAnsi="Corbel"/>
          <w:smallCaps w:val="0"/>
          <w:szCs w:val="24"/>
        </w:rPr>
        <w:t>METODY I KRYTERIA OCENY</w:t>
      </w:r>
      <w:r w:rsidR="009F4610" w:rsidRPr="00AA0E0E">
        <w:rPr>
          <w:rFonts w:ascii="Corbel" w:hAnsi="Corbel"/>
          <w:smallCaps w:val="0"/>
          <w:szCs w:val="24"/>
        </w:rPr>
        <w:t xml:space="preserve"> </w:t>
      </w:r>
    </w:p>
    <w:p w14:paraId="4ABE129B" w14:textId="77777777" w:rsidR="00923D7D" w:rsidRPr="00AA0E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CAC15" w14:textId="77777777" w:rsidR="0085747A" w:rsidRPr="00AA0E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E0E">
        <w:rPr>
          <w:rFonts w:ascii="Corbel" w:hAnsi="Corbel"/>
          <w:smallCaps w:val="0"/>
          <w:szCs w:val="24"/>
        </w:rPr>
        <w:t>uczenia się</w:t>
      </w:r>
    </w:p>
    <w:p w14:paraId="44C2916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="00017319" w:rsidRPr="00AA0E0E" w14:paraId="6C30EF74" w14:textId="77777777" w:rsidTr="001E58F4">
        <w:tc>
          <w:tcPr>
            <w:tcW w:w="2193" w:type="dxa"/>
          </w:tcPr>
          <w:p w14:paraId="7751B65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2" w:name="_Hlk54657792"/>
          </w:p>
          <w:p w14:paraId="14CE480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8AF308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14:paraId="03E4A28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Metody oceny efektów kształcenia</w:t>
            </w:r>
          </w:p>
          <w:p w14:paraId="753BCA7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074" w:type="dxa"/>
          </w:tcPr>
          <w:p w14:paraId="11D324A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  <w:t xml:space="preserve">( w,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017319" w:rsidRPr="00AA0E0E" w14:paraId="37570508" w14:textId="77777777" w:rsidTr="001E58F4">
        <w:tc>
          <w:tcPr>
            <w:tcW w:w="2193" w:type="dxa"/>
          </w:tcPr>
          <w:p w14:paraId="2C5F3379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B466606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6C4CF71" w14:textId="492751F5" w:rsidR="00017319" w:rsidRPr="00AA0E0E" w:rsidRDefault="00AA0E0E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44D75301" w14:textId="77777777" w:rsidTr="001E58F4">
        <w:tc>
          <w:tcPr>
            <w:tcW w:w="2193" w:type="dxa"/>
          </w:tcPr>
          <w:p w14:paraId="2068DBB9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14:paraId="71C21D8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EF47FCB" w14:textId="22EE1A24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812C0E3" w14:textId="77777777" w:rsidTr="001E58F4">
        <w:tc>
          <w:tcPr>
            <w:tcW w:w="2193" w:type="dxa"/>
          </w:tcPr>
          <w:p w14:paraId="1398396A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14:paraId="51DF4823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7DDF3C21" w14:textId="3CB11806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08F86616" w14:textId="77777777" w:rsidTr="001E58F4">
        <w:tc>
          <w:tcPr>
            <w:tcW w:w="2193" w:type="dxa"/>
          </w:tcPr>
          <w:p w14:paraId="027EAAE5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14:paraId="506ED25B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4688CB9F" w14:textId="490DB571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66DBD52" w14:textId="77777777" w:rsidTr="001E58F4">
        <w:tc>
          <w:tcPr>
            <w:tcW w:w="2193" w:type="dxa"/>
          </w:tcPr>
          <w:p w14:paraId="3C710CDE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14:paraId="5807874D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 xml:space="preserve">Projekt modelu superwizji , obserwacja </w:t>
            </w: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br/>
              <w:t>w trakcie zajęć</w:t>
            </w:r>
          </w:p>
        </w:tc>
        <w:tc>
          <w:tcPr>
            <w:tcW w:w="2074" w:type="dxa"/>
          </w:tcPr>
          <w:p w14:paraId="33DE68F8" w14:textId="6808EAFF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3C2A32A0" w14:textId="77777777" w:rsidTr="001E58F4">
        <w:tc>
          <w:tcPr>
            <w:tcW w:w="2193" w:type="dxa"/>
          </w:tcPr>
          <w:p w14:paraId="6B04DAB6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14:paraId="344775E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3483B7AD" w14:textId="6C829055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bookmarkEnd w:id="2"/>
    </w:tbl>
    <w:p w14:paraId="39E5089B" w14:textId="77777777" w:rsidR="00923D7D" w:rsidRPr="00AA0E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87EC0A" w14:textId="77777777" w:rsidR="0085747A" w:rsidRPr="00AA0E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AA0E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E0E">
        <w:rPr>
          <w:rFonts w:ascii="Corbel" w:hAnsi="Corbel"/>
          <w:smallCaps w:val="0"/>
          <w:szCs w:val="24"/>
        </w:rPr>
        <w:t xml:space="preserve"> </w:t>
      </w:r>
    </w:p>
    <w:p w14:paraId="53770B48" w14:textId="77777777" w:rsidR="00923D7D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7128" w:rsidRPr="00AA0E0E" w14:paraId="1EFD59D1" w14:textId="77777777" w:rsidTr="001E58F4">
        <w:tc>
          <w:tcPr>
            <w:tcW w:w="9491" w:type="dxa"/>
          </w:tcPr>
          <w:p w14:paraId="18F8A638" w14:textId="77777777" w:rsidR="00737128" w:rsidRPr="00AA0E0E" w:rsidRDefault="00737128" w:rsidP="001E58F4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</w:pPr>
            <w:bookmarkStart w:id="3" w:name="_Hlk54657727"/>
            <w:r w:rsidRPr="00AA0E0E"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160D7CC0" w14:textId="79245DE9" w:rsidR="00737128" w:rsidRPr="00AA0E0E" w:rsidRDefault="00AA0E0E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 w:cs="Calibri"/>
                <w:smallCaps/>
                <w:sz w:val="20"/>
                <w:szCs w:val="20"/>
              </w:rPr>
              <w:t xml:space="preserve">Ustalenie </w:t>
            </w:r>
            <w:r w:rsidR="00737128" w:rsidRPr="00AA0E0E">
              <w:rPr>
                <w:rFonts w:ascii="Corbel" w:hAnsi="Corbel" w:cs="Calibri"/>
                <w:smallCaps/>
                <w:sz w:val="20"/>
                <w:szCs w:val="20"/>
              </w:rPr>
              <w:t>oceny  Zaliczeniowej (końcowej )  na  podstawie ocen  z  wyszczególnionych poniżej zadań cząstkowych*:</w:t>
            </w:r>
          </w:p>
          <w:p w14:paraId="1E779364" w14:textId="77777777" w:rsidR="00737128" w:rsidRPr="00AA0E0E" w:rsidRDefault="00737128" w:rsidP="001E58F4">
            <w:pPr>
              <w:spacing w:after="0"/>
              <w:jc w:val="center"/>
              <w:rPr>
                <w:rFonts w:ascii="Corbel" w:hAnsi="Corbel"/>
                <w:u w:val="single"/>
              </w:rPr>
            </w:pPr>
            <w:r w:rsidRPr="00AA0E0E">
              <w:rPr>
                <w:rFonts w:ascii="Corbel" w:hAnsi="Corbel"/>
                <w:u w:val="single"/>
              </w:rPr>
              <w:t>Zadania cząstkowe:</w:t>
            </w:r>
          </w:p>
          <w:p w14:paraId="6C5E1B4C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AA0E0E">
              <w:rPr>
                <w:rFonts w:ascii="Corbel" w:hAnsi="Corbel"/>
                <w:sz w:val="18"/>
                <w:szCs w:val="18"/>
              </w:rPr>
              <w:t>OCENA Z KOLOKWIUM  USTNEGO – (od 1%  do 30 %).</w:t>
            </w:r>
          </w:p>
          <w:p w14:paraId="714A26BF" w14:textId="77777777" w:rsidR="00737128" w:rsidRPr="00AA0E0E" w:rsidRDefault="00737128" w:rsidP="001E58F4">
            <w:pPr>
              <w:spacing w:after="0"/>
              <w:ind w:left="175" w:hanging="142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14:paraId="44BD5C35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3. OBECNOŚĆ I AKTYWNOŚĆ NA ZAJĘCIACH, UDZIAŁ W DYSKUSJI  (od 1% do 20%).</w:t>
            </w:r>
          </w:p>
          <w:p w14:paraId="2F87299B" w14:textId="77777777" w:rsidR="00737128" w:rsidRPr="00AA0E0E" w:rsidRDefault="00737128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</w:p>
          <w:p w14:paraId="6F53FCAB" w14:textId="77777777" w:rsidR="00737128" w:rsidRPr="00AA0E0E" w:rsidRDefault="00737128" w:rsidP="001E58F4">
            <w:pPr>
              <w:spacing w:after="0" w:line="240" w:lineRule="auto"/>
              <w:ind w:firstLine="360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* Łączna suma punktów procentowych (%) uzyskanych z każdego, zadania cząstkowego - od 1 do 3 - będzie  ostatecznie odnoszona do </w:t>
            </w:r>
            <w:r w:rsidRPr="00AA0E0E">
              <w:rPr>
                <w:rFonts w:ascii="Corbel" w:hAnsi="Corbel"/>
                <w:sz w:val="20"/>
                <w:szCs w:val="20"/>
                <w:u w:val="single"/>
              </w:rPr>
              <w:t>skali z oceną finalną (od 5.0 do 2.0),</w:t>
            </w:r>
            <w:r w:rsidRPr="00AA0E0E">
              <w:rPr>
                <w:rFonts w:ascii="Corbel" w:hAnsi="Corbel"/>
                <w:sz w:val="20"/>
                <w:szCs w:val="20"/>
              </w:rPr>
              <w:t xml:space="preserve"> która jest załączona  poniżej:</w:t>
            </w:r>
          </w:p>
          <w:p w14:paraId="04111267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100 - 91%  (5.0)</w:t>
            </w:r>
          </w:p>
          <w:p w14:paraId="1DFBAAA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90 - 82%  (4.5)</w:t>
            </w:r>
          </w:p>
          <w:p w14:paraId="5ACE62BE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81 - 73% (4.0)</w:t>
            </w:r>
          </w:p>
          <w:p w14:paraId="3AAEF4F5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72 - 64% (3.5)</w:t>
            </w:r>
          </w:p>
          <w:p w14:paraId="64F81DFD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63 - 55% (3.0)</w:t>
            </w:r>
          </w:p>
          <w:p w14:paraId="1DA35B9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54% i mniej (2.0)</w:t>
            </w:r>
          </w:p>
        </w:tc>
      </w:tr>
      <w:bookmarkEnd w:id="3"/>
    </w:tbl>
    <w:p w14:paraId="786B75F9" w14:textId="77777777" w:rsidR="00533C25" w:rsidRPr="00AA0E0E" w:rsidRDefault="00533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9C37F" w14:textId="77777777" w:rsidR="009F4610" w:rsidRPr="00AA0E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="00C61DC5" w:rsidRPr="00AA0E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EDCAA9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E0E" w14:paraId="61BD1856" w14:textId="77777777" w:rsidTr="003E1941">
        <w:tc>
          <w:tcPr>
            <w:tcW w:w="4962" w:type="dxa"/>
            <w:vAlign w:val="center"/>
          </w:tcPr>
          <w:p w14:paraId="238481F9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AF95C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E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E0E" w14:paraId="20585D1D" w14:textId="77777777" w:rsidTr="00923D7D">
        <w:tc>
          <w:tcPr>
            <w:tcW w:w="4962" w:type="dxa"/>
          </w:tcPr>
          <w:p w14:paraId="2E5B73E2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E0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E0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E0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797A60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A0E0E" w14:paraId="608264B2" w14:textId="77777777" w:rsidTr="00923D7D">
        <w:tc>
          <w:tcPr>
            <w:tcW w:w="4962" w:type="dxa"/>
          </w:tcPr>
          <w:p w14:paraId="78F8E9C3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2CE1F1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E4970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A0E0E" w14:paraId="062E1945" w14:textId="77777777" w:rsidTr="00923D7D">
        <w:tc>
          <w:tcPr>
            <w:tcW w:w="4962" w:type="dxa"/>
          </w:tcPr>
          <w:p w14:paraId="055DECA4" w14:textId="77777777" w:rsidR="0071620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BF93C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572B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AA0E0E" w14:paraId="2175246D" w14:textId="77777777" w:rsidTr="00923D7D">
        <w:tc>
          <w:tcPr>
            <w:tcW w:w="4962" w:type="dxa"/>
          </w:tcPr>
          <w:p w14:paraId="318C102F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55A3AE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A0E0E" w14:paraId="64D5A8DE" w14:textId="77777777" w:rsidTr="00923D7D">
        <w:tc>
          <w:tcPr>
            <w:tcW w:w="4962" w:type="dxa"/>
          </w:tcPr>
          <w:p w14:paraId="260337C0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7E8588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BC2D27" w14:textId="77777777" w:rsidR="0085747A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E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1D2F93" w14:textId="77777777" w:rsidR="003E1941" w:rsidRPr="00AA0E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6DE5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="0085747A" w:rsidRPr="00AA0E0E">
        <w:rPr>
          <w:rFonts w:ascii="Corbel" w:hAnsi="Corbel"/>
          <w:smallCaps w:val="0"/>
          <w:szCs w:val="24"/>
        </w:rPr>
        <w:t>PRAKTYKI ZAWO</w:t>
      </w:r>
      <w:r w:rsidR="009D3F3B" w:rsidRPr="00AA0E0E">
        <w:rPr>
          <w:rFonts w:ascii="Corbel" w:hAnsi="Corbel"/>
          <w:smallCaps w:val="0"/>
          <w:szCs w:val="24"/>
        </w:rPr>
        <w:t>DOWE W RAMACH PRZEDMIOTU</w:t>
      </w:r>
    </w:p>
    <w:p w14:paraId="517D65F5" w14:textId="77777777" w:rsidR="0085747A" w:rsidRPr="00AA0E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E0E" w14:paraId="4440FF91" w14:textId="77777777" w:rsidTr="0071620A">
        <w:trPr>
          <w:trHeight w:val="397"/>
        </w:trPr>
        <w:tc>
          <w:tcPr>
            <w:tcW w:w="3544" w:type="dxa"/>
          </w:tcPr>
          <w:p w14:paraId="52BD4F7B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9EF59A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E0E" w14:paraId="04701AF3" w14:textId="77777777" w:rsidTr="0071620A">
        <w:trPr>
          <w:trHeight w:val="397"/>
        </w:trPr>
        <w:tc>
          <w:tcPr>
            <w:tcW w:w="3544" w:type="dxa"/>
          </w:tcPr>
          <w:p w14:paraId="0C9949BA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AE1532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C69273" w14:textId="77777777" w:rsidR="003E1941" w:rsidRPr="00AA0E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D2C21" w14:textId="77777777" w:rsidR="0085747A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="0085747A" w:rsidRPr="00AA0E0E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14:paraId="04C2CC7A" w14:textId="77777777" w:rsidR="00675843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E38CA" w:rsidRPr="00AA0E0E" w14:paraId="1F74C3EF" w14:textId="77777777" w:rsidTr="001E58F4">
        <w:trPr>
          <w:trHeight w:val="397"/>
        </w:trPr>
        <w:tc>
          <w:tcPr>
            <w:tcW w:w="9497" w:type="dxa"/>
          </w:tcPr>
          <w:p w14:paraId="402B19BF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4" w:name="_Hlk54658479"/>
            <w:r w:rsidRPr="00AA0E0E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AA0E0E">
              <w:rPr>
                <w:rFonts w:ascii="Corbel" w:hAnsi="Corbel"/>
                <w:sz w:val="24"/>
                <w:szCs w:val="24"/>
              </w:rPr>
              <w:t>:</w:t>
            </w:r>
          </w:p>
          <w:p w14:paraId="50877B6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Bozacka M., Superwizja jako metoda profesjonalnego rozwoju zawodowego pracowników i zwiększania efektywności funkcjonowania instytucji pomocy społecznej, [w:] Wybrane psychologiczne i społeczne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lastRenderedPageBreak/>
              <w:t>aspekty pracy socjalnej (SELECTED SOCIO-PSYCHOLOGICAL ASPECTS OF SOCIAL WORK), pod red. W. Jedynak, J. Kinal, A. Lipczyński, D. Rynkowska, Rzeszów 2016, s. 52-71.</w:t>
            </w:r>
          </w:p>
          <w:p w14:paraId="78969933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Domaradzki P., Krzyszkowski J., Sosnowski M., Włoch A., Superwizja pracy socjalnej dla praktyków, Wydawnictwo Uniwersytetu Łódzkiego, Łódź 2016.</w:t>
            </w:r>
          </w:p>
          <w:p w14:paraId="448037D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Krzyszkowski J., Elementy organizacji i zarządzania w pomocy społecznej,  Łódź 1998.</w:t>
            </w:r>
          </w:p>
          <w:p w14:paraId="05EBAFFE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Łuczyńska M, Olech A., Wprowadzenie do superwizji pracy socjalnej, Warszawa 2013.</w:t>
            </w:r>
          </w:p>
          <w:p w14:paraId="3DCB582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 (red.), Superwizja w pracy socjalnej. Zastosowania i dylematy, Warszawa 2009.</w:t>
            </w:r>
          </w:p>
          <w:p w14:paraId="3D0272F7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Stres i wypalenie zawodowe pracowników socjalnych, Warszawa 2009.</w:t>
            </w:r>
          </w:p>
          <w:p w14:paraId="2201458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Steciwko</w:t>
            </w:r>
            <w:proofErr w:type="spellEnd"/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 A., Mastalerz – Migas A., Stres oraz wypalenie zawodowe. Jak rozpoznawać,  zapobiegać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br/>
              <w:t>i leczyć?, Wrocław 2012.</w:t>
            </w:r>
          </w:p>
          <w:p w14:paraId="25D5E134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Skowrońska A. (red.), Nowe kierunki i tendencje w organizacji i zarządzaniu pomocą społeczną, Warszawa 2013.</w:t>
            </w:r>
          </w:p>
          <w:p w14:paraId="192D5D76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Nocuń J., Podstawowe umiejętności w pracy socjalnej i ich kształcenie, Warszawa 1996.</w:t>
            </w:r>
          </w:p>
          <w:p w14:paraId="7C673BF9" w14:textId="77777777" w:rsidR="000E38CA" w:rsidRPr="00AA0E0E" w:rsidRDefault="000E38CA" w:rsidP="000E38CA">
            <w:pPr>
              <w:spacing w:after="0" w:line="240" w:lineRule="auto"/>
              <w:ind w:left="72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0E38CA" w:rsidRPr="00AA0E0E" w14:paraId="0B6F5599" w14:textId="77777777" w:rsidTr="001E58F4">
        <w:trPr>
          <w:trHeight w:val="397"/>
        </w:trPr>
        <w:tc>
          <w:tcPr>
            <w:tcW w:w="9497" w:type="dxa"/>
          </w:tcPr>
          <w:p w14:paraId="5D8D60B1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Literatura uzupełniająca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3C3615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Armstrong M., Zarządzanie zasobami ludzkimi, Kraków 2002.</w:t>
            </w:r>
          </w:p>
          <w:p w14:paraId="4979DD7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Bittel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I. R., Krótki kurs zarządzania, 1989.</w:t>
            </w:r>
          </w:p>
          <w:p w14:paraId="6331BAB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Johnson S., Jednominutowy menadżer, Kraków 2001 (wersja polska w tłumaczeniu Ewy M.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Zeller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).</w:t>
            </w:r>
          </w:p>
          <w:p w14:paraId="05D4662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Zigarmi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P.,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Zigarmi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Jednominutowy menadżer i przywództwo: przywództwo sytuacyjne i lepsza komunikacja na linii przełożony-podwładny, Warszawa 2008 (wersja polska – przekład: Wojciech Sztukowski).</w:t>
            </w:r>
          </w:p>
          <w:p w14:paraId="405ED88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Lorber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R., Techniki jednominutowego menadżera w praktyce, Warszawa 2008 (wersja polska – przekład: Marcin Karbowski).</w:t>
            </w:r>
          </w:p>
          <w:p w14:paraId="11A68D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Cialdini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R.I., Wywieranie wpływu na ludzi. Teoria i praktyka, Gdańsk 2010</w:t>
            </w:r>
          </w:p>
          <w:p w14:paraId="3D9E103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Chabot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A., Nowe formy zatrudnienia, Warszawa 1998.</w:t>
            </w:r>
          </w:p>
          <w:p w14:paraId="73DFC94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Davies M., Socjologia pracy socjalnej, Katowice 1999.</w:t>
            </w:r>
          </w:p>
          <w:p w14:paraId="6B3A238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Drucker P.F., Społeczeństwo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pokapitalistyczne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, Wydawnictwo Naukowe PWN, Warszawa 1999.</w:t>
            </w:r>
          </w:p>
          <w:p w14:paraId="3070DD0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Ekiert D,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Oldroyd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Kierowanie zmianą, Program TERM, 1995.</w:t>
            </w:r>
          </w:p>
          <w:p w14:paraId="74DB8B2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Gordon Th., Wychowanie bez porażek szefów, liderów, przywódców, PAX 1996.</w:t>
            </w:r>
          </w:p>
          <w:p w14:paraId="2575AFC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Griffin R.W., Podstawy zarządzania organizacjami, Wydanie II zmienione, PWN, Warszawa 2004. </w:t>
            </w:r>
          </w:p>
          <w:p w14:paraId="2EE46AA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Gut J., Haman W., Psychologia szefa. Szef to zawód, Warszawa-Gliwice 2004</w:t>
            </w:r>
          </w:p>
          <w:p w14:paraId="0BDBBBC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Hardingham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A., Praca w zespole, Warszawa 1998.</w:t>
            </w:r>
          </w:p>
          <w:p w14:paraId="07C026A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Januszek H., Sikora J., Socjologia pracy, Poznań 1998, (s.7-27).</w:t>
            </w:r>
          </w:p>
          <w:p w14:paraId="71978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Jastrzębska –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Smolaga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H., Pewność czy jej brak? Studium analizy faktów, Warszawa 1994.</w:t>
            </w:r>
          </w:p>
          <w:p w14:paraId="5D51A4F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Koźminski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 K.; Piotrowski W., Zarzadzanie, PWN 1998.</w:t>
            </w:r>
          </w:p>
          <w:p w14:paraId="20332C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Koźmiński A. K., Piotrowski W., Zarządzanie. Teoria i praktyka, PWN Warszawa 2000.</w:t>
            </w:r>
          </w:p>
          <w:p w14:paraId="664DFC6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Kostera M., Zarządzanie personelem, PWE, 1994.</w:t>
            </w:r>
          </w:p>
          <w:p w14:paraId="58D8992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Karney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 A., Człowiek i praca, Międzynarodowa Szkoła Menedżerów, Warszawa 1998.</w:t>
            </w:r>
          </w:p>
          <w:p w14:paraId="0878BE5F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Konstańczak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S., Odkryć sens życia w swej pracy: wokół problemów etyki zawodowej, Słupsk 2000.</w:t>
            </w:r>
          </w:p>
          <w:p w14:paraId="1B2BFB6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Kopmeyer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M. R., Praktyczne metody osiągania sukcesu, Warszawa 1992.</w:t>
            </w:r>
          </w:p>
          <w:p w14:paraId="0157B34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-Musiał E., Strategiczne zarządzanie zasobami ludzkimi, PWN, Warszawa 2000.</w:t>
            </w:r>
          </w:p>
          <w:p w14:paraId="1C8541A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– Musiał E., Społeczeństwo i organizacje. Socjologia organizacji i zarządzania, Lublin 1996.</w:t>
            </w:r>
          </w:p>
          <w:p w14:paraId="3F34402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Machaczka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J., Podstawy zarządzania, AE Kraków, Kraków 2001.</w:t>
            </w:r>
          </w:p>
          <w:p w14:paraId="528D8B5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Marody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M. (red.), Między rynkiem a etatem. Społeczne negocjacje polskiej rzeczywistości, Warszawa 2000.</w:t>
            </w:r>
          </w:p>
          <w:p w14:paraId="1B2689A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Mika S., Psychologia społeczna, PWN Warszawa 1987.</w:t>
            </w:r>
          </w:p>
          <w:p w14:paraId="307C973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Nęcki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Z., Negocjacje w biznesie, Kraków 2000.</w:t>
            </w:r>
          </w:p>
          <w:p w14:paraId="36C25CB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Reinhold B. B., Toksyczna praca, Poznań 1999.</w:t>
            </w:r>
          </w:p>
          <w:p w14:paraId="596ADD39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Robbins S.P., Zasady zachowania w organizacji, Zysk i S-ka, Warszawa 2001.</w:t>
            </w:r>
          </w:p>
          <w:p w14:paraId="73B5B54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Sadler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Ph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., Zarządzanie w społeczeństwie postindustrialnym, Wydawnictwo Profesjonalnej Szkoły Biznesu, Kraków 1997.</w:t>
            </w:r>
          </w:p>
          <w:p w14:paraId="1CF7B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lastRenderedPageBreak/>
              <w:t>Sikorski Cz., Zachowania ludzi w organizacji, Warszawa 1999.</w:t>
            </w:r>
          </w:p>
          <w:p w14:paraId="6662C69B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Stoner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J.A.F., Freeman Ch. R.E., Gilbert D. R. jr., Kierowanie, PWE Warszawa 2001.</w:t>
            </w:r>
          </w:p>
          <w:p w14:paraId="766A241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Szaban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J., Miękkie zarządzanie: ze współczesnych problemów zarządzania ludźmi, PWN, Warszawa 2003.</w:t>
            </w:r>
          </w:p>
          <w:p w14:paraId="60F762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Stabryła A., Podstawy zarządzania firmą, PWN, Warszawa 1995. </w:t>
            </w:r>
          </w:p>
          <w:p w14:paraId="0D99AB4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Treffinger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Kreatywne  rozwiązywanie problemów, Program TERM, 1995.</w:t>
            </w:r>
          </w:p>
          <w:p w14:paraId="5B4BC21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Trybała P., Kierowanie, organizowanie, zarządzanie, Toruń 2002.</w:t>
            </w:r>
          </w:p>
          <w:p w14:paraId="0460DDC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Wajda A., Organizacja i zarządzanie, PWN, Warszawa 2003.</w:t>
            </w:r>
          </w:p>
          <w:p w14:paraId="13288F0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Zieleniewski J., Organizacja zespołów ludzkich, Warszawa 1997.</w:t>
            </w:r>
          </w:p>
          <w:p w14:paraId="1602FB4C" w14:textId="77777777" w:rsidR="000E38CA" w:rsidRPr="00AA0E0E" w:rsidRDefault="000E38CA" w:rsidP="000E38CA">
            <w:pPr>
              <w:spacing w:after="0" w:line="240" w:lineRule="auto"/>
              <w:ind w:left="741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</w:p>
        </w:tc>
      </w:tr>
      <w:bookmarkEnd w:id="4"/>
    </w:tbl>
    <w:p w14:paraId="493390E5" w14:textId="6834A11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22EA" w14:textId="77777777" w:rsidR="006422CF" w:rsidRPr="00AA0E0E" w:rsidRDefault="006422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A7183" w14:textId="77777777" w:rsidR="0085747A" w:rsidRPr="00AA0E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E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DEA86" w14:textId="77777777" w:rsidR="00600ECD" w:rsidRDefault="00600ECD" w:rsidP="00C16ABF">
      <w:pPr>
        <w:spacing w:after="0" w:line="240" w:lineRule="auto"/>
      </w:pPr>
      <w:r>
        <w:separator/>
      </w:r>
    </w:p>
  </w:endnote>
  <w:endnote w:type="continuationSeparator" w:id="0">
    <w:p w14:paraId="760D62F1" w14:textId="77777777" w:rsidR="00600ECD" w:rsidRDefault="00600E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51934" w14:textId="77777777" w:rsidR="00600ECD" w:rsidRDefault="00600ECD" w:rsidP="00C16ABF">
      <w:pPr>
        <w:spacing w:after="0" w:line="240" w:lineRule="auto"/>
      </w:pPr>
      <w:r>
        <w:separator/>
      </w:r>
    </w:p>
  </w:footnote>
  <w:footnote w:type="continuationSeparator" w:id="0">
    <w:p w14:paraId="702FBBAD" w14:textId="77777777" w:rsidR="00600ECD" w:rsidRDefault="00600ECD" w:rsidP="00C16ABF">
      <w:pPr>
        <w:spacing w:after="0" w:line="240" w:lineRule="auto"/>
      </w:pPr>
      <w:r>
        <w:continuationSeparator/>
      </w:r>
    </w:p>
  </w:footnote>
  <w:footnote w:id="1">
    <w:p w14:paraId="43D98E3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77"/>
    <w:rsid w:val="001830FC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5970"/>
    <w:rsid w:val="00445C37"/>
    <w:rsid w:val="004554C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70"/>
    <w:rsid w:val="004D5282"/>
    <w:rsid w:val="004F1551"/>
    <w:rsid w:val="004F55A3"/>
    <w:rsid w:val="0050496F"/>
    <w:rsid w:val="00513B6F"/>
    <w:rsid w:val="00517C63"/>
    <w:rsid w:val="00533C25"/>
    <w:rsid w:val="005363C4"/>
    <w:rsid w:val="00536BDE"/>
    <w:rsid w:val="005432E2"/>
    <w:rsid w:val="00543ACC"/>
    <w:rsid w:val="00556A70"/>
    <w:rsid w:val="0056696D"/>
    <w:rsid w:val="0059484D"/>
    <w:rsid w:val="005A0855"/>
    <w:rsid w:val="005A133C"/>
    <w:rsid w:val="005A3196"/>
    <w:rsid w:val="005C080F"/>
    <w:rsid w:val="005C55E5"/>
    <w:rsid w:val="005C696A"/>
    <w:rsid w:val="005E1013"/>
    <w:rsid w:val="005E6E85"/>
    <w:rsid w:val="005F31D2"/>
    <w:rsid w:val="00600ECD"/>
    <w:rsid w:val="0061029B"/>
    <w:rsid w:val="00617230"/>
    <w:rsid w:val="00621CE1"/>
    <w:rsid w:val="00627FC9"/>
    <w:rsid w:val="006422C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7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3B77"/>
    <w:rsid w:val="00B43E80"/>
    <w:rsid w:val="00B54664"/>
    <w:rsid w:val="00B607DB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E02"/>
    <w:rsid w:val="00C642B3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74DA"/>
    <w:rsid w:val="00FA46E5"/>
    <w:rsid w:val="00FB2C7F"/>
    <w:rsid w:val="00FB657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539EF-E276-40E9-BFB3-203DF10910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D72464-A5DD-4A97-9B5C-E4153465E963}"/>
</file>

<file path=customXml/itemProps3.xml><?xml version="1.0" encoding="utf-8"?>
<ds:datastoreItem xmlns:ds="http://schemas.openxmlformats.org/officeDocument/2006/customXml" ds:itemID="{29503C70-3E95-47DC-985F-62A96C33FFC0}"/>
</file>

<file path=customXml/itemProps4.xml><?xml version="1.0" encoding="utf-8"?>
<ds:datastoreItem xmlns:ds="http://schemas.openxmlformats.org/officeDocument/2006/customXml" ds:itemID="{D937A9CF-E648-4AA3-8932-D0A4E0C00E1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1948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2021-09-30T21:36:00Z</dcterms:created>
  <dcterms:modified xsi:type="dcterms:W3CDTF">2021-10-02T12:51:00Z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